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4DB8F8ED" w:rsidR="00C45BC7" w:rsidRPr="00D74DEE" w:rsidRDefault="003B68AA" w:rsidP="00D23A9F">
      <w:pPr>
        <w:widowControl/>
        <w:suppressAutoHyphens w:val="0"/>
        <w:spacing w:line="240" w:lineRule="auto"/>
      </w:pPr>
      <w:r>
        <w:t>V</w:t>
      </w:r>
      <w:r w:rsidRPr="003B68AA">
        <w:t>andeadvokaa</w:t>
      </w:r>
      <w:r>
        <w:t>t</w:t>
      </w:r>
      <w:r w:rsidRPr="003B68AA">
        <w:t xml:space="preserve"> Marko Mehilane</w:t>
      </w:r>
      <w:r w:rsidR="00EE1F9F">
        <w:tab/>
      </w:r>
      <w:r w:rsidR="00EE1F9F">
        <w:tab/>
      </w:r>
      <w:r w:rsidR="00222992"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>
        <w:t>02</w:t>
      </w:r>
      <w:r w:rsidR="00C45BC7" w:rsidRPr="00D74DEE">
        <w:t>.</w:t>
      </w:r>
      <w:r w:rsidR="00173B64">
        <w:t>0</w:t>
      </w:r>
      <w:r>
        <w:t>4</w:t>
      </w:r>
      <w:r w:rsidR="00C45BC7" w:rsidRPr="00D74DEE">
        <w:t>.202</w:t>
      </w:r>
      <w:r w:rsidR="00173B64">
        <w:t>4</w:t>
      </w:r>
      <w:r w:rsidR="00C45BC7" w:rsidRPr="00D74DEE">
        <w:t xml:space="preserve"> nr 12.2-10/</w:t>
      </w:r>
      <w:r w:rsidR="005D2DA0">
        <w:t>4</w:t>
      </w:r>
      <w:r>
        <w:t>9</w:t>
      </w:r>
    </w:p>
    <w:p w14:paraId="641EF284" w14:textId="43E2ECD7" w:rsidR="00C45BC7" w:rsidRPr="00D74DEE" w:rsidRDefault="003B68AA" w:rsidP="00D23A9F">
      <w:pPr>
        <w:widowControl/>
        <w:suppressAutoHyphens w:val="0"/>
        <w:spacing w:line="240" w:lineRule="auto"/>
      </w:pPr>
      <w:r w:rsidRPr="003B68AA">
        <w:rPr>
          <w:rFonts w:eastAsia="Times New Roman"/>
        </w:rPr>
        <w:t xml:space="preserve">AS Atea </w:t>
      </w:r>
      <w:r w:rsidR="00463451">
        <w:rPr>
          <w:bCs/>
          <w:color w:val="000000" w:themeColor="text1"/>
        </w:rPr>
        <w:t>esindaja</w:t>
      </w:r>
      <w:r w:rsidR="00280AB5" w:rsidRPr="00D86CD9">
        <w:rPr>
          <w:color w:val="000000" w:themeColor="text1"/>
        </w:rPr>
        <w:t xml:space="preserve"> </w:t>
      </w:r>
      <w:r w:rsidR="00B33818" w:rsidRPr="001C3ADF">
        <w:t>(</w:t>
      </w:r>
      <w:r w:rsidR="00B33818" w:rsidRPr="00D74DEE">
        <w:t>vaidlustaja)</w:t>
      </w:r>
    </w:p>
    <w:p w14:paraId="0C08564B" w14:textId="44569810" w:rsidR="00222992" w:rsidRDefault="00C45BC7" w:rsidP="00222992">
      <w:pPr>
        <w:pStyle w:val="Default"/>
        <w:ind w:left="1425" w:hanging="1425"/>
        <w:rPr>
          <w:rStyle w:val="Hperlink"/>
          <w:color w:val="1F497D" w:themeColor="text2"/>
        </w:rPr>
      </w:pPr>
      <w:r w:rsidRPr="00D74DEE">
        <w:t xml:space="preserve">e-post: </w:t>
      </w:r>
      <w:hyperlink r:id="rId9" w:history="1">
        <w:r w:rsidR="003B68AA" w:rsidRPr="00D316BD">
          <w:rPr>
            <w:rStyle w:val="Hperlink"/>
          </w:rPr>
          <w:t>marko.mehilane@heedentsik.ee</w:t>
        </w:r>
      </w:hyperlink>
      <w:r w:rsidR="003B68AA">
        <w:t xml:space="preserve"> </w:t>
      </w:r>
    </w:p>
    <w:p w14:paraId="1537B208" w14:textId="77777777" w:rsidR="0040457D" w:rsidRDefault="0040457D" w:rsidP="00D23A9F">
      <w:pPr>
        <w:widowControl/>
        <w:suppressAutoHyphens w:val="0"/>
        <w:spacing w:line="240" w:lineRule="auto"/>
      </w:pPr>
    </w:p>
    <w:p w14:paraId="27C000C7" w14:textId="45FF2AA6" w:rsidR="00127627" w:rsidRDefault="003B68AA" w:rsidP="00D23A9F">
      <w:pPr>
        <w:widowControl/>
        <w:suppressAutoHyphens w:val="0"/>
        <w:spacing w:line="240" w:lineRule="auto"/>
      </w:pPr>
      <w:r>
        <w:t>H</w:t>
      </w:r>
      <w:r w:rsidR="001C697E">
        <w:t xml:space="preserve">r </w:t>
      </w:r>
      <w:r w:rsidRPr="003B68AA">
        <w:t>Fredy Bogomolov</w:t>
      </w:r>
    </w:p>
    <w:p w14:paraId="67DFEB7E" w14:textId="763F2BC8" w:rsidR="00280AB5" w:rsidRDefault="003B68AA" w:rsidP="00602E8C">
      <w:pPr>
        <w:pStyle w:val="Vahedeta"/>
        <w:rPr>
          <w:bCs/>
          <w:color w:val="000000" w:themeColor="text1"/>
        </w:rPr>
      </w:pPr>
      <w:r w:rsidRPr="003B68AA">
        <w:t>Riigi Info- ja Kommunikatsioonitehnoloogia Keskus</w:t>
      </w:r>
      <w:r>
        <w:t>e</w:t>
      </w:r>
      <w:r w:rsidRPr="003B68AA"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2C5B41A5" w14:textId="7E1CD3D0" w:rsidR="00222992" w:rsidRDefault="00EE1F9F" w:rsidP="00222992">
      <w:pPr>
        <w:pStyle w:val="Default"/>
      </w:pPr>
      <w:r w:rsidRPr="006B4DBF">
        <w:t>e-pos</w:t>
      </w:r>
      <w:r>
        <w:t>t:</w:t>
      </w:r>
      <w:r w:rsidR="00602E8C" w:rsidRPr="00602E8C">
        <w:rPr>
          <w:noProof/>
        </w:rPr>
        <w:t xml:space="preserve"> </w:t>
      </w:r>
      <w:hyperlink r:id="rId10" w:history="1">
        <w:r w:rsidR="003B68AA" w:rsidRPr="00D316BD">
          <w:rPr>
            <w:rStyle w:val="Hperlink"/>
          </w:rPr>
          <w:t>fredy.bogomolov@rit.ee</w:t>
        </w:r>
      </w:hyperlink>
    </w:p>
    <w:p w14:paraId="1C159811" w14:textId="77777777" w:rsidR="00127627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008E0C8E" w14:textId="0D6D5502" w:rsidR="00173B64" w:rsidRDefault="003B68AA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  <w:r>
        <w:rPr>
          <w:rStyle w:val="Hperlink"/>
          <w:color w:val="auto"/>
          <w:u w:val="none"/>
        </w:rPr>
        <w:t>H</w:t>
      </w:r>
      <w:r w:rsidR="00222992">
        <w:rPr>
          <w:rStyle w:val="Hperlink"/>
          <w:color w:val="auto"/>
          <w:u w:val="none"/>
        </w:rPr>
        <w:t xml:space="preserve">r </w:t>
      </w:r>
      <w:r>
        <w:rPr>
          <w:rStyle w:val="Hperlink"/>
          <w:color w:val="auto"/>
          <w:u w:val="none"/>
        </w:rPr>
        <w:t>Asko Pukk</w:t>
      </w:r>
    </w:p>
    <w:p w14:paraId="4AA758D7" w14:textId="0E1A0F33" w:rsidR="00173B64" w:rsidRDefault="003B68AA" w:rsidP="00173B64">
      <w:pPr>
        <w:spacing w:line="240" w:lineRule="auto"/>
        <w:ind w:right="-1"/>
        <w:rPr>
          <w:noProof/>
        </w:rPr>
      </w:pPr>
      <w:r w:rsidRPr="003B68AA">
        <w:t>Ühispakkuja</w:t>
      </w:r>
      <w:r>
        <w:t>te</w:t>
      </w:r>
      <w:r w:rsidRPr="003B68AA">
        <w:t xml:space="preserve"> Green IT OÜ, Telia Eesti AS ja AS SEB Liising</w:t>
      </w:r>
      <w:r>
        <w:t xml:space="preserve"> </w:t>
      </w:r>
      <w:r w:rsidR="00173B64">
        <w:rPr>
          <w:noProof/>
        </w:rPr>
        <w:t>esindaja (kolmas isik)</w:t>
      </w:r>
    </w:p>
    <w:p w14:paraId="28C1DB7E" w14:textId="0C318AD1" w:rsidR="003B68AA" w:rsidRDefault="00173B64" w:rsidP="003B68AA">
      <w:pPr>
        <w:spacing w:line="240" w:lineRule="auto"/>
        <w:ind w:right="-1"/>
      </w:pPr>
      <w:r>
        <w:rPr>
          <w:noProof/>
        </w:rPr>
        <w:t>e-post:</w:t>
      </w:r>
      <w:r w:rsidRPr="002D3034">
        <w:t xml:space="preserve"> </w:t>
      </w:r>
      <w:hyperlink r:id="rId11" w:history="1">
        <w:r w:rsidR="003B68AA" w:rsidRPr="00D316BD">
          <w:rPr>
            <w:rStyle w:val="Hperlink"/>
          </w:rPr>
          <w:t>lennart@greenit.ee</w:t>
        </w:r>
      </w:hyperlink>
      <w:r w:rsidR="003B68AA">
        <w:t xml:space="preserve">  </w:t>
      </w:r>
    </w:p>
    <w:p w14:paraId="300E3A34" w14:textId="1DC78480" w:rsidR="003B68AA" w:rsidRDefault="003B68AA" w:rsidP="003B68AA">
      <w:pPr>
        <w:spacing w:line="240" w:lineRule="auto"/>
        <w:ind w:right="-1"/>
      </w:pPr>
      <w:r>
        <w:tab/>
      </w:r>
      <w:hyperlink r:id="rId12" w:history="1">
        <w:r w:rsidRPr="00D316BD">
          <w:rPr>
            <w:rStyle w:val="Hperlink"/>
          </w:rPr>
          <w:t>kaido.vanaveski@seb.ee</w:t>
        </w:r>
      </w:hyperlink>
      <w:r>
        <w:t xml:space="preserve">  </w:t>
      </w:r>
    </w:p>
    <w:p w14:paraId="445D4EDD" w14:textId="45E4EC6B" w:rsidR="00173B64" w:rsidRDefault="003B68AA" w:rsidP="003B68AA">
      <w:pPr>
        <w:spacing w:line="240" w:lineRule="auto"/>
        <w:ind w:right="-1"/>
        <w:rPr>
          <w:rStyle w:val="Hperlink"/>
          <w:color w:val="auto"/>
          <w:u w:val="none"/>
        </w:rPr>
      </w:pPr>
      <w:r>
        <w:tab/>
      </w:r>
      <w:hyperlink r:id="rId13" w:history="1">
        <w:r w:rsidRPr="00D316BD">
          <w:rPr>
            <w:rStyle w:val="Hperlink"/>
          </w:rPr>
          <w:t>hange@telia.ee</w:t>
        </w:r>
      </w:hyperlink>
      <w:r>
        <w:t xml:space="preserve"> </w:t>
      </w:r>
    </w:p>
    <w:p w14:paraId="18AC198D" w14:textId="77777777" w:rsidR="00127627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64C597A5" w14:textId="77777777" w:rsidR="00715AFD" w:rsidRPr="005D6AAE" w:rsidRDefault="00715AFD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744554F9" w14:textId="00EE3C29" w:rsidR="00C45BC7" w:rsidRPr="00EB25C1" w:rsidRDefault="00C45BC7" w:rsidP="00C45BC7">
      <w:pPr>
        <w:pStyle w:val="Vahedeta"/>
        <w:rPr>
          <w:rFonts w:cs="Times New Roman"/>
          <w:b/>
          <w:szCs w:val="24"/>
          <w:u w:val="single"/>
        </w:rPr>
      </w:pPr>
      <w:r w:rsidRPr="00EB25C1">
        <w:rPr>
          <w:rFonts w:cs="Times New Roman"/>
          <w:b/>
          <w:szCs w:val="24"/>
          <w:u w:val="single"/>
        </w:rPr>
        <w:t>Kirjaliku menetluse teade</w:t>
      </w:r>
    </w:p>
    <w:p w14:paraId="1D8DAB80" w14:textId="77777777" w:rsidR="00EB25C1" w:rsidRPr="00B33818" w:rsidRDefault="00EB25C1" w:rsidP="00C45BC7">
      <w:pPr>
        <w:pStyle w:val="Vahedeta"/>
        <w:rPr>
          <w:rFonts w:cs="Times New Roman"/>
          <w:szCs w:val="24"/>
        </w:rPr>
      </w:pPr>
    </w:p>
    <w:p w14:paraId="22D9C1EE" w14:textId="586FB1B8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3B68AA" w:rsidRPr="003B68AA">
        <w:t>Riigi Info- ja Kommunikatsioonitehnoloogia Keskus</w:t>
      </w:r>
      <w:r w:rsidR="003B68AA">
        <w:t>e</w:t>
      </w:r>
      <w:r w:rsidR="003B68AA" w:rsidRPr="003B68AA">
        <w:t xml:space="preserve"> </w:t>
      </w:r>
      <w:r w:rsidR="00222992">
        <w:rPr>
          <w:bCs/>
        </w:rPr>
        <w:t xml:space="preserve">riigihankes </w:t>
      </w:r>
      <w:r w:rsidR="00222992" w:rsidRPr="00DA257B">
        <w:rPr>
          <w:bCs/>
        </w:rPr>
        <w:t>„</w:t>
      </w:r>
      <w:r w:rsidR="003B68AA" w:rsidRPr="003B68AA">
        <w:rPr>
          <w:bCs/>
        </w:rPr>
        <w:t xml:space="preserve">Sülearvutite ja tahvelarvutite ostmine ja rentimine raamlepinguga“ (viitenumber 263728) osas 3 </w:t>
      </w:r>
      <w:r w:rsidR="003B68AA" w:rsidRPr="003B68AA">
        <w:rPr>
          <w:rFonts w:eastAsia="Times New Roman"/>
        </w:rPr>
        <w:t>AS</w:t>
      </w:r>
      <w:r w:rsidR="00715AFD">
        <w:rPr>
          <w:rFonts w:eastAsia="Times New Roman"/>
        </w:rPr>
        <w:t>-i</w:t>
      </w:r>
      <w:r w:rsidR="003B68AA" w:rsidRPr="003B68AA">
        <w:rPr>
          <w:rFonts w:eastAsia="Times New Roman"/>
        </w:rPr>
        <w:t xml:space="preserve"> Atea </w:t>
      </w:r>
      <w:r w:rsidRPr="00B33818">
        <w:rPr>
          <w:rFonts w:cs="Times New Roman"/>
          <w:szCs w:val="24"/>
        </w:rPr>
        <w:t>esitatud vaidlustuse läbi kirjalikus menetluses (hankija</w:t>
      </w:r>
      <w:r w:rsidR="00222992">
        <w:rPr>
          <w:rFonts w:cs="Times New Roman"/>
          <w:szCs w:val="24"/>
        </w:rPr>
        <w:t xml:space="preserve"> ja kolmanda isiku</w:t>
      </w:r>
      <w:r w:rsidR="003C271D">
        <w:rPr>
          <w:rFonts w:cs="Times New Roman"/>
          <w:szCs w:val="24"/>
        </w:rPr>
        <w:t xml:space="preserve"> </w:t>
      </w:r>
      <w:r w:rsidR="00EB25C1">
        <w:rPr>
          <w:rFonts w:cs="Times New Roman"/>
          <w:szCs w:val="24"/>
        </w:rPr>
        <w:t xml:space="preserve">ärisaladuseta </w:t>
      </w:r>
      <w:r w:rsidR="00383103">
        <w:rPr>
          <w:rFonts w:cs="Times New Roman"/>
          <w:szCs w:val="24"/>
        </w:rPr>
        <w:t>seisukohad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lisatud)</w:t>
      </w:r>
      <w:r w:rsidRPr="00B33818">
        <w:rPr>
          <w:rFonts w:cs="Times New Roman"/>
          <w:szCs w:val="24"/>
          <w:shd w:val="clear" w:color="auto" w:fill="FFFFFF"/>
        </w:rPr>
        <w:t>.</w:t>
      </w:r>
    </w:p>
    <w:p w14:paraId="4B33C1C5" w14:textId="2C6975C6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4E5E60" w:rsidRPr="00B33818">
        <w:rPr>
          <w:rFonts w:cs="Times New Roman"/>
          <w:szCs w:val="24"/>
        </w:rPr>
        <w:t>Angelika Timusk</w:t>
      </w:r>
      <w:r w:rsidRPr="00B33818">
        <w:rPr>
          <w:rFonts w:cs="Times New Roman"/>
          <w:szCs w:val="24"/>
        </w:rPr>
        <w:t>.</w:t>
      </w:r>
    </w:p>
    <w:p w14:paraId="0494E9A1" w14:textId="41159030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3B68AA">
        <w:rPr>
          <w:rFonts w:cs="Times New Roman"/>
          <w:b/>
          <w:szCs w:val="24"/>
          <w:u w:val="single"/>
        </w:rPr>
        <w:t>1</w:t>
      </w:r>
      <w:r w:rsidR="00813AE7">
        <w:rPr>
          <w:rFonts w:cs="Times New Roman"/>
          <w:b/>
          <w:szCs w:val="24"/>
          <w:u w:val="single"/>
        </w:rPr>
        <w:t>8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173B64">
        <w:rPr>
          <w:rFonts w:cs="Times New Roman"/>
          <w:b/>
          <w:szCs w:val="24"/>
          <w:u w:val="single"/>
        </w:rPr>
        <w:t>0</w:t>
      </w:r>
      <w:r w:rsidR="003B68AA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b/>
          <w:szCs w:val="24"/>
          <w:u w:val="single"/>
        </w:rPr>
        <w:t>.202</w:t>
      </w:r>
      <w:r w:rsidR="00173B64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4DD1B90B" w14:textId="513E0F01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lg-st 3 on menetlusosalistel võimalik esitada vaidlustuskomisjonile täiendavaid selgitusi ja dokumente, sh menetluskulude taotlusi, kuni </w:t>
      </w:r>
      <w:r w:rsidR="003B68AA">
        <w:rPr>
          <w:rFonts w:cs="Times New Roman"/>
          <w:b/>
          <w:bCs/>
          <w:szCs w:val="24"/>
          <w:u w:val="single"/>
        </w:rPr>
        <w:t>05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3B68AA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5D2DA0">
        <w:rPr>
          <w:rFonts w:cs="Times New Roman"/>
          <w:b/>
          <w:bCs/>
          <w:szCs w:val="24"/>
          <w:u w:val="single"/>
        </w:rPr>
        <w:t>1</w:t>
      </w:r>
      <w:r w:rsidR="003B68AA">
        <w:rPr>
          <w:rFonts w:cs="Times New Roman"/>
          <w:b/>
          <w:bCs/>
          <w:szCs w:val="24"/>
          <w:u w:val="single"/>
        </w:rPr>
        <w:t>0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3B68AA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>.</w:t>
      </w: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F79BA24" w14:textId="77777777" w:rsidR="00C45BC7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Default="00C45BC7" w:rsidP="00C45BC7">
      <w:pPr>
        <w:pStyle w:val="Vahedeta"/>
        <w:rPr>
          <w:rFonts w:cs="Times New Roman"/>
          <w:szCs w:val="24"/>
        </w:rPr>
      </w:pPr>
    </w:p>
    <w:p w14:paraId="13C488BD" w14:textId="2555375B" w:rsidR="00715AFD" w:rsidRDefault="00715AFD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EB25C1">
        <w:rPr>
          <w:rFonts w:cs="Times New Roman"/>
          <w:b/>
          <w:bCs/>
          <w:szCs w:val="24"/>
          <w:u w:val="single"/>
        </w:rPr>
        <w:t xml:space="preserve">Vaidlustaja </w:t>
      </w:r>
      <w:r w:rsidR="00746C52">
        <w:rPr>
          <w:rFonts w:cs="Times New Roman"/>
          <w:b/>
          <w:bCs/>
          <w:szCs w:val="24"/>
          <w:u w:val="single"/>
        </w:rPr>
        <w:t xml:space="preserve">02.04.2024 </w:t>
      </w:r>
      <w:r w:rsidRPr="00EB25C1">
        <w:rPr>
          <w:rFonts w:cs="Times New Roman"/>
          <w:b/>
          <w:bCs/>
          <w:szCs w:val="24"/>
          <w:u w:val="single"/>
        </w:rPr>
        <w:t>nõue dokumentide väljastamiseks</w:t>
      </w:r>
    </w:p>
    <w:p w14:paraId="11C6E713" w14:textId="77777777" w:rsidR="00EB25C1" w:rsidRPr="00EB25C1" w:rsidRDefault="00EB25C1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C07A4A" w14:textId="2075355F" w:rsidR="00F507DF" w:rsidRDefault="00715AFD" w:rsidP="00715AFD">
      <w:pPr>
        <w:widowControl/>
        <w:suppressAutoHyphens w:val="0"/>
        <w:spacing w:line="240" w:lineRule="auto"/>
        <w:rPr>
          <w:rFonts w:cs="Mangal"/>
        </w:rPr>
      </w:pPr>
      <w:r w:rsidRPr="00715AFD">
        <w:rPr>
          <w:rFonts w:cs="Mangal"/>
        </w:rPr>
        <w:t xml:space="preserve">Vaidlustuskomisjon rahuldab osaliselt </w:t>
      </w:r>
      <w:r w:rsidR="00746C52">
        <w:rPr>
          <w:rFonts w:cs="Mangal"/>
        </w:rPr>
        <w:t>v</w:t>
      </w:r>
      <w:r w:rsidRPr="00715AFD">
        <w:rPr>
          <w:rFonts w:cs="Mangal"/>
        </w:rPr>
        <w:t xml:space="preserve">aidlustaja taotluse dokumentide väljastamiseks ning esitab </w:t>
      </w:r>
      <w:r w:rsidR="00F507DF">
        <w:rPr>
          <w:rFonts w:cs="Mangal"/>
        </w:rPr>
        <w:t>v</w:t>
      </w:r>
      <w:r w:rsidRPr="00715AFD">
        <w:rPr>
          <w:rFonts w:cs="Mangal"/>
        </w:rPr>
        <w:t xml:space="preserve">aidlustajale </w:t>
      </w:r>
      <w:r w:rsidR="00F507DF">
        <w:rPr>
          <w:rFonts w:cs="Mangal"/>
        </w:rPr>
        <w:t>h</w:t>
      </w:r>
      <w:r w:rsidRPr="00715AFD">
        <w:rPr>
          <w:rFonts w:cs="Mangal"/>
        </w:rPr>
        <w:t xml:space="preserve">ankija </w:t>
      </w:r>
      <w:r w:rsidR="00383103">
        <w:rPr>
          <w:rFonts w:cs="Mangal"/>
        </w:rPr>
        <w:t>seisukoha</w:t>
      </w:r>
      <w:r w:rsidRPr="00715AFD">
        <w:rPr>
          <w:rFonts w:cs="Mangal"/>
        </w:rPr>
        <w:t xml:space="preserve"> p-ides 2.</w:t>
      </w:r>
      <w:r>
        <w:rPr>
          <w:rFonts w:cs="Mangal"/>
        </w:rPr>
        <w:t>8</w:t>
      </w:r>
      <w:r w:rsidRPr="00715AFD">
        <w:rPr>
          <w:rFonts w:cs="Mangal"/>
        </w:rPr>
        <w:t>, 2.</w:t>
      </w:r>
      <w:r>
        <w:rPr>
          <w:rFonts w:cs="Mangal"/>
        </w:rPr>
        <w:t>16 ja 2.25</w:t>
      </w:r>
      <w:r w:rsidRPr="00715AFD">
        <w:rPr>
          <w:rFonts w:cs="Mangal"/>
        </w:rPr>
        <w:t xml:space="preserve"> ning </w:t>
      </w:r>
      <w:r w:rsidR="00F507DF">
        <w:rPr>
          <w:rFonts w:cs="Mangal"/>
        </w:rPr>
        <w:t>k</w:t>
      </w:r>
      <w:r w:rsidRPr="00715AFD">
        <w:rPr>
          <w:rFonts w:cs="Mangal"/>
        </w:rPr>
        <w:t xml:space="preserve">olmanda isiku </w:t>
      </w:r>
      <w:r w:rsidR="00383103">
        <w:rPr>
          <w:rFonts w:cs="Mangal"/>
        </w:rPr>
        <w:t>seisukoha</w:t>
      </w:r>
      <w:r w:rsidRPr="00715AFD">
        <w:rPr>
          <w:rFonts w:cs="Mangal"/>
        </w:rPr>
        <w:t xml:space="preserve">                       p-ides </w:t>
      </w:r>
      <w:r>
        <w:rPr>
          <w:rFonts w:cs="Mangal"/>
        </w:rPr>
        <w:t>5</w:t>
      </w:r>
      <w:r w:rsidRPr="00715AFD">
        <w:rPr>
          <w:rFonts w:cs="Mangal"/>
        </w:rPr>
        <w:t xml:space="preserve">, </w:t>
      </w:r>
      <w:r>
        <w:rPr>
          <w:rFonts w:cs="Mangal"/>
        </w:rPr>
        <w:t xml:space="preserve">6.1, 6.2 </w:t>
      </w:r>
      <w:r w:rsidR="00F507DF">
        <w:rPr>
          <w:rFonts w:cs="Mangal"/>
        </w:rPr>
        <w:t xml:space="preserve">ja </w:t>
      </w:r>
      <w:r>
        <w:rPr>
          <w:rFonts w:cs="Mangal"/>
        </w:rPr>
        <w:t>7</w:t>
      </w:r>
      <w:r w:rsidRPr="00715AFD">
        <w:rPr>
          <w:rFonts w:cs="Mangal"/>
        </w:rPr>
        <w:t xml:space="preserve"> viidatud dokumentide väljavõtted vaidlustusse puutuvas osas ning kujul, millest on vaidlustuskomisjoni hinnangul kõrvaldatud andmed, mis võiksid olla kolmanda isiku ärisaladus EKTÄKS § 5 lg 2 mõttes (lisatud).</w:t>
      </w:r>
      <w:r>
        <w:rPr>
          <w:rFonts w:cs="Mangal"/>
        </w:rPr>
        <w:t xml:space="preserve"> </w:t>
      </w:r>
    </w:p>
    <w:p w14:paraId="087BE01E" w14:textId="4BBBC001" w:rsidR="00715AFD" w:rsidRPr="00715AFD" w:rsidRDefault="00715AFD" w:rsidP="00715AFD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 xml:space="preserve">Vaidlustuskomisjon ei tuvastanud </w:t>
      </w:r>
      <w:r w:rsidR="00F507DF">
        <w:rPr>
          <w:rFonts w:cs="Mangal"/>
        </w:rPr>
        <w:t>h</w:t>
      </w:r>
      <w:r>
        <w:rPr>
          <w:rFonts w:cs="Mangal"/>
        </w:rPr>
        <w:t>ankija vastuse p-i</w:t>
      </w:r>
      <w:r w:rsidR="00F507DF">
        <w:rPr>
          <w:rFonts w:cs="Mangal"/>
        </w:rPr>
        <w:t>de</w:t>
      </w:r>
      <w:r>
        <w:rPr>
          <w:rFonts w:cs="Mangal"/>
        </w:rPr>
        <w:t xml:space="preserve">s 2.33 (ilmselt pidas </w:t>
      </w:r>
      <w:r w:rsidR="00F507DF">
        <w:rPr>
          <w:rFonts w:cs="Mangal"/>
        </w:rPr>
        <w:t>v</w:t>
      </w:r>
      <w:r>
        <w:rPr>
          <w:rFonts w:cs="Mangal"/>
        </w:rPr>
        <w:t xml:space="preserve">aidlustaja </w:t>
      </w:r>
      <w:r w:rsidR="00F507DF">
        <w:rPr>
          <w:rFonts w:cs="Mangal"/>
        </w:rPr>
        <w:t xml:space="preserve">viitega </w:t>
      </w:r>
      <w:r>
        <w:rPr>
          <w:rFonts w:cs="Mangal"/>
        </w:rPr>
        <w:t>p</w:t>
      </w:r>
      <w:r w:rsidR="00F507DF">
        <w:rPr>
          <w:rFonts w:cs="Mangal"/>
        </w:rPr>
        <w:t>-ile </w:t>
      </w:r>
      <w:r>
        <w:rPr>
          <w:rFonts w:cs="Mangal"/>
        </w:rPr>
        <w:t xml:space="preserve">2.34 silmas seda) </w:t>
      </w:r>
      <w:r w:rsidR="00F507DF">
        <w:rPr>
          <w:rFonts w:cs="Mangal"/>
        </w:rPr>
        <w:t>ja 2.43 (ilmselt pidas vaidlustaja viitega p-ile 2.44 silmas seda) nimetatud</w:t>
      </w:r>
      <w:r>
        <w:rPr>
          <w:rFonts w:cs="Mangal"/>
        </w:rPr>
        <w:t xml:space="preserve"> dokumendis </w:t>
      </w:r>
      <w:r w:rsidR="00F507DF">
        <w:rPr>
          <w:rFonts w:cs="Mangal"/>
        </w:rPr>
        <w:t xml:space="preserve">3_8_1 väidetavalt seal sisalduvaid andmeid (nitid, </w:t>
      </w:r>
      <w:r w:rsidR="00EB25C1">
        <w:rPr>
          <w:rFonts w:cs="Mangal"/>
        </w:rPr>
        <w:t xml:space="preserve">aku </w:t>
      </w:r>
      <w:r w:rsidR="00F507DF">
        <w:rPr>
          <w:rFonts w:cs="Mangal"/>
        </w:rPr>
        <w:t>Wh)</w:t>
      </w:r>
      <w:r w:rsidR="00746C52">
        <w:rPr>
          <w:rFonts w:cs="Mangal"/>
        </w:rPr>
        <w:t>. V</w:t>
      </w:r>
      <w:r w:rsidR="00383103">
        <w:rPr>
          <w:rFonts w:cs="Mangal"/>
        </w:rPr>
        <w:t>aidlustaja esitatud dokumendis (3_14_1 TK (</w:t>
      </w:r>
      <w:r w:rsidR="00383103">
        <w:t>pakkumuse koosseisus esitatud tootespetsifikatsioon)) on märge</w:t>
      </w:r>
      <w:r w:rsidR="00383103" w:rsidRPr="00383103">
        <w:rPr>
          <w:i/>
          <w:iCs/>
        </w:rPr>
        <w:t>: ekraan 1000 nitti</w:t>
      </w:r>
      <w:r w:rsidR="00746C52">
        <w:t xml:space="preserve"> ja </w:t>
      </w:r>
      <w:r w:rsidR="00746C52" w:rsidRPr="00746C52">
        <w:rPr>
          <w:i/>
          <w:iCs/>
        </w:rPr>
        <w:t xml:space="preserve">aku </w:t>
      </w:r>
      <w:r w:rsidR="00746C52" w:rsidRPr="00746C52">
        <w:t xml:space="preserve">[---] </w:t>
      </w:r>
      <w:r w:rsidR="00746C52" w:rsidRPr="00746C52">
        <w:rPr>
          <w:i/>
          <w:iCs/>
        </w:rPr>
        <w:t>51 Wh</w:t>
      </w:r>
      <w:r w:rsidR="00EB25C1">
        <w:rPr>
          <w:rFonts w:cs="Mangal"/>
        </w:rPr>
        <w:t xml:space="preserve"> </w:t>
      </w:r>
      <w:r w:rsidR="00383103">
        <w:rPr>
          <w:rFonts w:cs="Mangal"/>
        </w:rPr>
        <w:t>Kui hankija peab vajalikuks andmete asukohta oma seisukohas nimetatud dokumendis täpsustada, palun seda teha hiljemalt 05.04.2024.</w:t>
      </w:r>
    </w:p>
    <w:p w14:paraId="13519E71" w14:textId="15E0819F" w:rsidR="00715AFD" w:rsidRPr="00715AFD" w:rsidRDefault="00715AFD" w:rsidP="00715AFD">
      <w:pPr>
        <w:widowControl/>
        <w:suppressAutoHyphens w:val="0"/>
        <w:spacing w:line="240" w:lineRule="auto"/>
        <w:rPr>
          <w:rFonts w:cs="Mangal"/>
        </w:rPr>
      </w:pPr>
      <w:r w:rsidRPr="00715AFD">
        <w:rPr>
          <w:rFonts w:cs="Mangal"/>
        </w:rPr>
        <w:t xml:space="preserve">Vaidlustuskomisjon jätab rahuldamata </w:t>
      </w:r>
      <w:r w:rsidR="00F507DF">
        <w:rPr>
          <w:rFonts w:cs="Mangal"/>
        </w:rPr>
        <w:t>v</w:t>
      </w:r>
      <w:r w:rsidRPr="00715AFD">
        <w:rPr>
          <w:rFonts w:cs="Mangal"/>
        </w:rPr>
        <w:t xml:space="preserve">aidlustaja taotluse väljastada talle </w:t>
      </w:r>
      <w:r w:rsidR="00F507DF">
        <w:rPr>
          <w:rFonts w:cs="Mangal"/>
        </w:rPr>
        <w:t>h</w:t>
      </w:r>
      <w:r w:rsidRPr="00715AFD">
        <w:rPr>
          <w:rFonts w:cs="Mangal"/>
        </w:rPr>
        <w:t xml:space="preserve">ankija poolt vaidlustusmenetluses esitatud </w:t>
      </w:r>
      <w:r w:rsidR="00746C52">
        <w:rPr>
          <w:rFonts w:cs="Mangal"/>
        </w:rPr>
        <w:t xml:space="preserve">kolmanda isiku poolt pakutud sülearvuti </w:t>
      </w:r>
      <w:r w:rsidRPr="00715AFD">
        <w:rPr>
          <w:rFonts w:cs="Mangal"/>
        </w:rPr>
        <w:t>pildid</w:t>
      </w:r>
      <w:r w:rsidR="00EB25C1">
        <w:rPr>
          <w:rFonts w:cs="Mangal"/>
        </w:rPr>
        <w:t xml:space="preserve"> ja täp</w:t>
      </w:r>
      <w:r w:rsidR="007C1A8A">
        <w:rPr>
          <w:rFonts w:cs="Mangal"/>
        </w:rPr>
        <w:t>s</w:t>
      </w:r>
      <w:r w:rsidR="00EB25C1">
        <w:rPr>
          <w:rFonts w:cs="Mangal"/>
        </w:rPr>
        <w:t>e pakutava toote mudel</w:t>
      </w:r>
      <w:r w:rsidR="007C1A8A">
        <w:rPr>
          <w:rFonts w:cs="Mangal"/>
        </w:rPr>
        <w:t>i</w:t>
      </w:r>
      <w:r w:rsidR="00F30309">
        <w:rPr>
          <w:rFonts w:cs="Mangal"/>
        </w:rPr>
        <w:t xml:space="preserve"> andmed</w:t>
      </w:r>
      <w:r w:rsidR="00010C72">
        <w:rPr>
          <w:rFonts w:cs="Mangal"/>
        </w:rPr>
        <w:t xml:space="preserve">, kuna vaidlustaja ei ole väitnud, et kolmanda isiku pakkumuse vastavus või </w:t>
      </w:r>
      <w:r w:rsidR="00010C72">
        <w:rPr>
          <w:rFonts w:cs="Mangal"/>
        </w:rPr>
        <w:lastRenderedPageBreak/>
        <w:t xml:space="preserve">mittevastavus sõltuks antud juhul sellest, millist konkreetset </w:t>
      </w:r>
      <w:r w:rsidR="003C6686">
        <w:rPr>
          <w:rFonts w:cs="Mangal"/>
        </w:rPr>
        <w:t xml:space="preserve">vaidlustaja poolt vaidlustuses nimetatud sülearvuti </w:t>
      </w:r>
      <w:r w:rsidR="00010C72">
        <w:rPr>
          <w:rFonts w:cs="Mangal"/>
        </w:rPr>
        <w:t>mudelit on hankijale pakutud.</w:t>
      </w:r>
    </w:p>
    <w:p w14:paraId="6647D34B" w14:textId="77777777" w:rsidR="00715AFD" w:rsidRDefault="00715AFD" w:rsidP="00C45BC7">
      <w:pPr>
        <w:pStyle w:val="Vahedeta"/>
        <w:rPr>
          <w:rFonts w:cs="Times New Roman"/>
          <w:szCs w:val="24"/>
        </w:rPr>
      </w:pPr>
    </w:p>
    <w:p w14:paraId="27FB2AB6" w14:textId="77777777" w:rsidR="00715AFD" w:rsidRDefault="00715AFD" w:rsidP="00C45BC7">
      <w:pPr>
        <w:pStyle w:val="Vahedeta"/>
        <w:rPr>
          <w:rFonts w:cs="Times New Roman"/>
          <w:szCs w:val="24"/>
        </w:rPr>
      </w:pPr>
    </w:p>
    <w:p w14:paraId="12BB7DBC" w14:textId="77777777" w:rsidR="00F30309" w:rsidRPr="00B33818" w:rsidRDefault="00F30309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Default="00C45BC7" w:rsidP="00C45BC7">
      <w:pPr>
        <w:pStyle w:val="Vahedeta"/>
        <w:rPr>
          <w:rFonts w:cs="Times New Roman"/>
          <w:szCs w:val="24"/>
        </w:rPr>
      </w:pPr>
    </w:p>
    <w:p w14:paraId="0429F54D" w14:textId="77777777" w:rsidR="007C1A8A" w:rsidRDefault="007C1A8A" w:rsidP="00C45BC7">
      <w:pPr>
        <w:pStyle w:val="Vahedeta"/>
        <w:rPr>
          <w:rFonts w:cs="Times New Roman"/>
          <w:szCs w:val="24"/>
        </w:rPr>
      </w:pPr>
    </w:p>
    <w:p w14:paraId="15EF11E6" w14:textId="77777777" w:rsidR="007C1A8A" w:rsidRPr="00B33818" w:rsidRDefault="007C1A8A" w:rsidP="00C45BC7">
      <w:pPr>
        <w:pStyle w:val="Vahedeta"/>
        <w:rPr>
          <w:rFonts w:cs="Times New Roman"/>
          <w:szCs w:val="24"/>
        </w:rPr>
      </w:pPr>
    </w:p>
    <w:p w14:paraId="29C47755" w14:textId="2A153E07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</w:t>
      </w:r>
      <w:r w:rsidR="00314CB4">
        <w:rPr>
          <w:rFonts w:cs="Times New Roman"/>
          <w:szCs w:val="24"/>
        </w:rPr>
        <w:t>d</w:t>
      </w:r>
      <w:r w:rsidRPr="00B33818">
        <w:rPr>
          <w:rFonts w:cs="Times New Roman"/>
          <w:szCs w:val="24"/>
        </w:rPr>
        <w:t xml:space="preserve">: </w:t>
      </w:r>
      <w:r w:rsidR="00F507DF">
        <w:rPr>
          <w:rFonts w:cs="Times New Roman"/>
          <w:szCs w:val="24"/>
        </w:rPr>
        <w:tab/>
        <w:t>1. H</w:t>
      </w:r>
      <w:r w:rsidRPr="00B33818">
        <w:rPr>
          <w:rFonts w:cs="Times New Roman"/>
          <w:szCs w:val="24"/>
        </w:rPr>
        <w:t>ankija</w:t>
      </w:r>
      <w:r w:rsidR="003C271D">
        <w:rPr>
          <w:rFonts w:cs="Times New Roman"/>
          <w:szCs w:val="24"/>
        </w:rPr>
        <w:t xml:space="preserve"> </w:t>
      </w:r>
      <w:r w:rsidR="00222992">
        <w:rPr>
          <w:rFonts w:cs="Times New Roman"/>
          <w:szCs w:val="24"/>
        </w:rPr>
        <w:t xml:space="preserve">ja kolmanda isiku </w:t>
      </w:r>
      <w:r w:rsidR="00383103">
        <w:rPr>
          <w:rFonts w:cs="Times New Roman"/>
          <w:szCs w:val="24"/>
        </w:rPr>
        <w:t>seisukohad</w:t>
      </w:r>
      <w:r w:rsidR="00F507DF">
        <w:rPr>
          <w:rFonts w:cs="Times New Roman"/>
          <w:szCs w:val="24"/>
        </w:rPr>
        <w:t xml:space="preserve"> (ärisaladuseta)</w:t>
      </w:r>
    </w:p>
    <w:p w14:paraId="294DDAC2" w14:textId="77777777" w:rsidR="00F507DF" w:rsidRDefault="00F507DF" w:rsidP="00C45BC7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ab/>
        <w:t>2. Väljavõtted kolmanda isiku pakkumuse dokumentidest:</w:t>
      </w:r>
    </w:p>
    <w:p w14:paraId="4000AA53" w14:textId="2ACE1BC5" w:rsidR="00F507DF" w:rsidRDefault="00F507DF" w:rsidP="00F507DF">
      <w:pPr>
        <w:pStyle w:val="Vahedeta"/>
        <w:ind w:left="709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- 3_14_1 TK (pakkumuse koosseisus esitatud tootespetsifikatsioon);</w:t>
      </w:r>
    </w:p>
    <w:p w14:paraId="2C211731" w14:textId="24C23EEC" w:rsidR="00F507DF" w:rsidRDefault="00F507DF" w:rsidP="00F507DF">
      <w:pPr>
        <w:pStyle w:val="Vahedeta"/>
        <w:ind w:left="709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- 3_14_1 </w:t>
      </w:r>
      <w:r w:rsidR="00EB25C1">
        <w:rPr>
          <w:rFonts w:cs="Times New Roman"/>
          <w:szCs w:val="24"/>
        </w:rPr>
        <w:t>(tootja kinnitus);</w:t>
      </w:r>
    </w:p>
    <w:p w14:paraId="4648B787" w14:textId="2573779E" w:rsidR="00EB25C1" w:rsidRDefault="00EB25C1" w:rsidP="00F507DF">
      <w:pPr>
        <w:pStyle w:val="Vahedeta"/>
        <w:ind w:left="709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- 3_8_1 (toote keskkonnanäitajate dokument)</w:t>
      </w:r>
    </w:p>
    <w:p w14:paraId="06C5583E" w14:textId="77777777" w:rsidR="00EB25C1" w:rsidRDefault="00EB25C1" w:rsidP="00EB25C1">
      <w:pPr>
        <w:pStyle w:val="Vahedeta"/>
        <w:rPr>
          <w:rFonts w:cs="Times New Roman"/>
          <w:szCs w:val="24"/>
        </w:rPr>
      </w:pPr>
    </w:p>
    <w:p w14:paraId="617CE61A" w14:textId="77777777" w:rsidR="00EB25C1" w:rsidRDefault="00EB25C1" w:rsidP="00EB25C1">
      <w:pPr>
        <w:pStyle w:val="Vahedeta"/>
        <w:rPr>
          <w:rFonts w:cs="Times New Roman"/>
          <w:szCs w:val="24"/>
        </w:rPr>
      </w:pPr>
    </w:p>
    <w:p w14:paraId="479F389B" w14:textId="77777777" w:rsidR="00EB25C1" w:rsidRDefault="00EB25C1" w:rsidP="00EB25C1">
      <w:pPr>
        <w:pStyle w:val="Vahedeta"/>
        <w:rPr>
          <w:rFonts w:cs="Times New Roman"/>
          <w:szCs w:val="24"/>
        </w:rPr>
      </w:pPr>
    </w:p>
    <w:sectPr w:rsidR="00EB25C1" w:rsidSect="00D5228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8340E"/>
    <w:multiLevelType w:val="hybridMultilevel"/>
    <w:tmpl w:val="5164C8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47485"/>
    <w:multiLevelType w:val="hybridMultilevel"/>
    <w:tmpl w:val="0F9650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A2539A"/>
    <w:multiLevelType w:val="hybridMultilevel"/>
    <w:tmpl w:val="FF3EB3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438860">
    <w:abstractNumId w:val="2"/>
  </w:num>
  <w:num w:numId="2" w16cid:durableId="1114785030">
    <w:abstractNumId w:val="1"/>
  </w:num>
  <w:num w:numId="3" w16cid:durableId="1144853725">
    <w:abstractNumId w:val="0"/>
  </w:num>
  <w:num w:numId="4" w16cid:durableId="1601596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0C72"/>
    <w:rsid w:val="000114BD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3B64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3ADF"/>
    <w:rsid w:val="001C5BCF"/>
    <w:rsid w:val="001C67D2"/>
    <w:rsid w:val="001C697E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992"/>
    <w:rsid w:val="00222C53"/>
    <w:rsid w:val="002238B4"/>
    <w:rsid w:val="00225654"/>
    <w:rsid w:val="00226A6C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4CB4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310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8AA"/>
    <w:rsid w:val="003B6F85"/>
    <w:rsid w:val="003B7C7E"/>
    <w:rsid w:val="003C0AB6"/>
    <w:rsid w:val="003C2298"/>
    <w:rsid w:val="003C271D"/>
    <w:rsid w:val="003C36D1"/>
    <w:rsid w:val="003C4BE9"/>
    <w:rsid w:val="003C6686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6635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A0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02E8C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5AFD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46C52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1A8A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839"/>
    <w:rsid w:val="00811F1A"/>
    <w:rsid w:val="00813AE7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42D"/>
    <w:rsid w:val="00B16DF7"/>
    <w:rsid w:val="00B27E06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25C1"/>
    <w:rsid w:val="00EB41A8"/>
    <w:rsid w:val="00EB4350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17862"/>
    <w:rsid w:val="00F20CF7"/>
    <w:rsid w:val="00F21F11"/>
    <w:rsid w:val="00F259C4"/>
    <w:rsid w:val="00F27F76"/>
    <w:rsid w:val="00F30309"/>
    <w:rsid w:val="00F328D2"/>
    <w:rsid w:val="00F3484D"/>
    <w:rsid w:val="00F349EF"/>
    <w:rsid w:val="00F37597"/>
    <w:rsid w:val="00F401C2"/>
    <w:rsid w:val="00F41528"/>
    <w:rsid w:val="00F42656"/>
    <w:rsid w:val="00F432B5"/>
    <w:rsid w:val="00F4339A"/>
    <w:rsid w:val="00F43E6C"/>
    <w:rsid w:val="00F44E34"/>
    <w:rsid w:val="00F45CA6"/>
    <w:rsid w:val="00F47E39"/>
    <w:rsid w:val="00F50384"/>
    <w:rsid w:val="00F507DF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ange@telia.e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aido.vanaveski@seb.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ennart@greenit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fredy.bogomolov@rit.e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marko.mehilane@heedentsik.ee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68</TotalTime>
  <Pages>2</Pages>
  <Words>513</Words>
  <Characters>2976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11</cp:revision>
  <cp:lastPrinted>2023-01-20T10:56:00Z</cp:lastPrinted>
  <dcterms:created xsi:type="dcterms:W3CDTF">2024-04-02T10:02:00Z</dcterms:created>
  <dcterms:modified xsi:type="dcterms:W3CDTF">2024-04-02T13:45:00Z</dcterms:modified>
</cp:coreProperties>
</file>